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287"/>
        <w:gridCol w:w="27"/>
      </w:tblGrid>
      <w:tr w:rsidR="001A67C6" w:rsidRPr="006F29B1" w:rsidTr="0009555B">
        <w:trPr>
          <w:gridAfter w:val="1"/>
          <w:wAfter w:w="27" w:type="dxa"/>
          <w:cantSplit/>
          <w:trHeight w:val="244"/>
        </w:trPr>
        <w:tc>
          <w:tcPr>
            <w:tcW w:w="9508" w:type="dxa"/>
            <w:gridSpan w:val="2"/>
          </w:tcPr>
          <w:p w:rsidR="003B25D1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METSAOSAKOND</w:t>
            </w:r>
          </w:p>
          <w:p w:rsidR="001A67C6" w:rsidRDefault="003B25D1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PEAMETSAÜLEM</w:t>
            </w:r>
          </w:p>
          <w:p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1A67C6" w:rsidRPr="006F29B1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</w:p>
          <w:p w:rsidR="001A67C6" w:rsidRPr="006F29B1" w:rsidRDefault="001A67C6" w:rsidP="001A67C6"/>
        </w:tc>
        <w:tc>
          <w:tcPr>
            <w:tcW w:w="4314" w:type="dxa"/>
            <w:gridSpan w:val="2"/>
            <w:tcBorders>
              <w:bottom w:val="nil"/>
            </w:tcBorders>
          </w:tcPr>
          <w:p w:rsidR="001A67C6" w:rsidRPr="006F29B1" w:rsidRDefault="00F73DA0" w:rsidP="00FB46B0">
            <w:r>
              <w:t>(digitaalallkirja kuupäev)</w:t>
            </w:r>
            <w:r w:rsidR="001A67C6" w:rsidRPr="006F29B1">
              <w:t xml:space="preserve"> nr </w:t>
            </w:r>
            <w:r w:rsidR="00B34DA9">
              <w:t>1-5</w:t>
            </w:r>
            <w:r w:rsidR="00C866B2">
              <w:t>/</w:t>
            </w:r>
            <w:r w:rsidR="00154CDD">
              <w:t>8</w:t>
            </w:r>
            <w:bookmarkStart w:id="0" w:name="_GoBack"/>
            <w:bookmarkEnd w:id="0"/>
          </w:p>
        </w:tc>
      </w:tr>
    </w:tbl>
    <w:p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01F2F60E" wp14:editId="60D62910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DA0" w:rsidRDefault="00F73DA0">
      <w:pPr>
        <w:rPr>
          <w:b/>
        </w:rPr>
      </w:pPr>
    </w:p>
    <w:p w:rsidR="00166B2C" w:rsidRDefault="00166B2C">
      <w:pPr>
        <w:rPr>
          <w:b/>
        </w:rPr>
      </w:pPr>
    </w:p>
    <w:p w:rsidR="00D070AA" w:rsidRDefault="00D070AA">
      <w:pPr>
        <w:rPr>
          <w:b/>
        </w:rPr>
      </w:pPr>
      <w:r>
        <w:rPr>
          <w:b/>
        </w:rPr>
        <w:t xml:space="preserve">Nõmme-Aadu, Suigu-Kalmu, Suigu-Abaja, </w:t>
      </w:r>
      <w:proofErr w:type="spellStart"/>
      <w:r>
        <w:rPr>
          <w:b/>
        </w:rPr>
        <w:t>Haigla-Järve</w:t>
      </w:r>
      <w:proofErr w:type="spellEnd"/>
      <w:r>
        <w:rPr>
          <w:b/>
        </w:rPr>
        <w:t xml:space="preserve"> </w:t>
      </w:r>
    </w:p>
    <w:p w:rsidR="00FB46B0" w:rsidRDefault="00D070AA">
      <w:pPr>
        <w:rPr>
          <w:b/>
        </w:rPr>
      </w:pPr>
      <w:r>
        <w:rPr>
          <w:b/>
        </w:rPr>
        <w:t>ja Pritsu-Palu</w:t>
      </w:r>
      <w:r w:rsidR="00BB58B6">
        <w:rPr>
          <w:b/>
        </w:rPr>
        <w:t xml:space="preserve"> tee</w:t>
      </w:r>
      <w:r>
        <w:rPr>
          <w:b/>
        </w:rPr>
        <w:t>de</w:t>
      </w:r>
      <w:r w:rsidR="00BB58B6">
        <w:rPr>
          <w:b/>
        </w:rPr>
        <w:t xml:space="preserve"> </w:t>
      </w:r>
      <w:r w:rsidR="00B34DA9" w:rsidRPr="00B34DA9">
        <w:rPr>
          <w:b/>
        </w:rPr>
        <w:t>kasutusse andmine</w:t>
      </w:r>
      <w:r w:rsidR="00FB46B0">
        <w:rPr>
          <w:b/>
        </w:rPr>
        <w:t xml:space="preserve"> ja metsaosakonna </w:t>
      </w:r>
    </w:p>
    <w:p w:rsidR="00FB46B0" w:rsidRDefault="00FB46B0" w:rsidP="00FB46B0">
      <w:pPr>
        <w:rPr>
          <w:b/>
        </w:rPr>
      </w:pPr>
      <w:r>
        <w:rPr>
          <w:b/>
        </w:rPr>
        <w:t>peametsaülema 05.03.2020 käskkirja nr 1-5/6 „</w:t>
      </w:r>
      <w:r>
        <w:rPr>
          <w:b/>
        </w:rPr>
        <w:t xml:space="preserve">Nõmme-Aadu, </w:t>
      </w:r>
    </w:p>
    <w:p w:rsidR="00FB46B0" w:rsidRDefault="00FB46B0" w:rsidP="00FB46B0">
      <w:pPr>
        <w:rPr>
          <w:b/>
        </w:rPr>
      </w:pPr>
      <w:r>
        <w:rPr>
          <w:b/>
        </w:rPr>
        <w:t xml:space="preserve">Suigu-Kalmu, Suigu-Abaja, </w:t>
      </w:r>
      <w:proofErr w:type="spellStart"/>
      <w:r>
        <w:rPr>
          <w:b/>
        </w:rPr>
        <w:t>Haigla-Järve</w:t>
      </w:r>
      <w:proofErr w:type="spellEnd"/>
      <w:r>
        <w:rPr>
          <w:b/>
        </w:rPr>
        <w:t xml:space="preserve"> ja Pritsu-Palu </w:t>
      </w:r>
    </w:p>
    <w:p w:rsidR="00D86659" w:rsidRPr="00B34DA9" w:rsidRDefault="00FB46B0" w:rsidP="00FB46B0">
      <w:pPr>
        <w:rPr>
          <w:b/>
        </w:rPr>
        <w:sectPr w:rsidR="00D8665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  <w:r>
        <w:rPr>
          <w:b/>
        </w:rPr>
        <w:t xml:space="preserve">teede </w:t>
      </w:r>
      <w:r w:rsidRPr="00B34DA9">
        <w:rPr>
          <w:b/>
        </w:rPr>
        <w:t>kasutusse andmine</w:t>
      </w:r>
      <w:r>
        <w:rPr>
          <w:b/>
        </w:rPr>
        <w:t>“ kehtetuks tunnistamine</w:t>
      </w:r>
      <w:r w:rsidR="00B34DA9" w:rsidRPr="00B34DA9">
        <w:rPr>
          <w:b/>
        </w:rPr>
        <w:t xml:space="preserve">     </w:t>
      </w:r>
    </w:p>
    <w:p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:rsidR="00166B2C" w:rsidRDefault="00166B2C" w:rsidP="008A6295">
      <w:pPr>
        <w:jc w:val="both"/>
      </w:pPr>
    </w:p>
    <w:p w:rsidR="008A6295" w:rsidRDefault="00D070AA" w:rsidP="008A6295">
      <w:pPr>
        <w:jc w:val="both"/>
      </w:pPr>
      <w:r>
        <w:t>Kihnu</w:t>
      </w:r>
      <w:r w:rsidR="00761774">
        <w:t xml:space="preserve"> Vallavalitsus </w:t>
      </w:r>
      <w:r w:rsidR="00F73DA0">
        <w:t>esitas</w:t>
      </w:r>
      <w:r w:rsidR="0075754E">
        <w:t xml:space="preserve"> </w:t>
      </w:r>
      <w:r>
        <w:t>29</w:t>
      </w:r>
      <w:r w:rsidR="004C1373">
        <w:t>.</w:t>
      </w:r>
      <w:r w:rsidR="00F73DA0">
        <w:t>01</w:t>
      </w:r>
      <w:r w:rsidR="004C1373">
        <w:t>.20</w:t>
      </w:r>
      <w:r w:rsidR="00F73DA0">
        <w:t>20</w:t>
      </w:r>
      <w:r w:rsidR="004C1373">
        <w:t xml:space="preserve"> </w:t>
      </w:r>
      <w:r w:rsidR="0075754E">
        <w:t xml:space="preserve">avalduse </w:t>
      </w:r>
      <w:r w:rsidR="004C1373">
        <w:t xml:space="preserve">nr </w:t>
      </w:r>
      <w:r>
        <w:t>9</w:t>
      </w:r>
      <w:r w:rsidR="004E0AD9">
        <w:t>-2</w:t>
      </w:r>
      <w:r>
        <w:t>.12</w:t>
      </w:r>
      <w:r w:rsidR="004E0AD9">
        <w:t>/</w:t>
      </w:r>
      <w:r>
        <w:t>8</w:t>
      </w:r>
      <w:r w:rsidR="004C1373">
        <w:t xml:space="preserve"> </w:t>
      </w:r>
      <w:r w:rsidR="00761774" w:rsidRPr="00631681">
        <w:t>Riigimetsa Majandamise Keskuse</w:t>
      </w:r>
      <w:r w:rsidR="00761774">
        <w:t xml:space="preserve"> valduses </w:t>
      </w:r>
      <w:r w:rsidR="00BB58B6">
        <w:t xml:space="preserve">kinnisasjal </w:t>
      </w:r>
      <w:r w:rsidR="00CC0AEC">
        <w:t>Audru</w:t>
      </w:r>
      <w:r w:rsidR="008A6295">
        <w:t xml:space="preserve"> metskond </w:t>
      </w:r>
      <w:r w:rsidR="00CC0AEC">
        <w:t>137</w:t>
      </w:r>
      <w:r w:rsidR="008A6295">
        <w:t xml:space="preserve"> (katastri</w:t>
      </w:r>
      <w:r w:rsidR="00F73DA0">
        <w:t xml:space="preserve">tunnus </w:t>
      </w:r>
      <w:r w:rsidR="00CC0AEC">
        <w:t>30301:001:1012</w:t>
      </w:r>
      <w:r w:rsidR="008A6295">
        <w:t xml:space="preserve">) </w:t>
      </w:r>
      <w:r w:rsidR="00CC0AEC">
        <w:t>oleva Nõmme</w:t>
      </w:r>
      <w:r w:rsidR="00FD2A9B">
        <w:t xml:space="preserve"> </w:t>
      </w:r>
      <w:r w:rsidR="00CC0AEC">
        <w:t>-</w:t>
      </w:r>
      <w:r w:rsidR="00FD2A9B">
        <w:t xml:space="preserve"> </w:t>
      </w:r>
      <w:r w:rsidR="00CC0AEC">
        <w:t xml:space="preserve">Aadu tee </w:t>
      </w:r>
      <w:r w:rsidR="00761774">
        <w:t xml:space="preserve">(nr </w:t>
      </w:r>
      <w:r w:rsidR="00FD2A9B">
        <w:t>3030019</w:t>
      </w:r>
      <w:r w:rsidR="00761774">
        <w:t>)</w:t>
      </w:r>
      <w:r w:rsidR="00CC0AEC">
        <w:t xml:space="preserve">, </w:t>
      </w:r>
      <w:r w:rsidR="00F73DA0">
        <w:t xml:space="preserve"> </w:t>
      </w:r>
      <w:r w:rsidR="00CC0AEC">
        <w:t xml:space="preserve">Audru metskond </w:t>
      </w:r>
      <w:r w:rsidR="00FD2A9B">
        <w:t>45</w:t>
      </w:r>
      <w:r w:rsidR="00CC0AEC">
        <w:t xml:space="preserve"> (katastritunnus 30301:001:</w:t>
      </w:r>
      <w:r w:rsidR="00FD2A9B">
        <w:t>0242</w:t>
      </w:r>
      <w:r w:rsidR="00CC0AEC">
        <w:t xml:space="preserve">) </w:t>
      </w:r>
      <w:r w:rsidR="00FD2A9B">
        <w:t xml:space="preserve">ja Audru metskond 63 (katastritunnus 30301:001:1048) </w:t>
      </w:r>
      <w:r w:rsidR="00CC0AEC">
        <w:t xml:space="preserve">oleva </w:t>
      </w:r>
      <w:r w:rsidR="00FD2A9B">
        <w:t>Suigu - Kalmu</w:t>
      </w:r>
      <w:r w:rsidR="00CC0AEC">
        <w:t xml:space="preserve"> tee (nr </w:t>
      </w:r>
      <w:r w:rsidR="00FD2A9B">
        <w:t>3030028</w:t>
      </w:r>
      <w:r w:rsidR="00CC0AEC">
        <w:t xml:space="preserve">),  </w:t>
      </w:r>
      <w:r w:rsidR="00FD2A9B">
        <w:t>Audru metskond 64 (katastritunnus 30301:001:0612) oleva Suigu - Abaja tee (nr 3030014),  ning</w:t>
      </w:r>
      <w:r w:rsidR="00F73DA0">
        <w:t xml:space="preserve"> </w:t>
      </w:r>
      <w:r w:rsidR="00FD2A9B">
        <w:t>Audru metskond 35 (katastritunnus 30301:001:0238) oleva Haigla - Järve</w:t>
      </w:r>
      <w:r w:rsidR="00F73DA0">
        <w:t xml:space="preserve"> tee </w:t>
      </w:r>
      <w:r w:rsidR="009208EE">
        <w:t xml:space="preserve">(nr </w:t>
      </w:r>
      <w:r w:rsidR="00FD2A9B">
        <w:t>3030012</w:t>
      </w:r>
      <w:r w:rsidR="009208EE">
        <w:t>)</w:t>
      </w:r>
      <w:r w:rsidR="00FD2A9B">
        <w:t xml:space="preserve"> ja </w:t>
      </w:r>
      <w:r w:rsidR="009208EE">
        <w:t xml:space="preserve"> </w:t>
      </w:r>
      <w:r w:rsidR="00FD2A9B">
        <w:t xml:space="preserve">Pritsu – Palu tee (nr 3030026) </w:t>
      </w:r>
      <w:r w:rsidR="008A6295">
        <w:t>avalikuks otstarbeks kasutusse andmise lepingu sõlmimiseks.</w:t>
      </w:r>
    </w:p>
    <w:p w:rsidR="00704F36" w:rsidRDefault="00FD2A9B" w:rsidP="00090B4D">
      <w:pPr>
        <w:jc w:val="both"/>
        <w:rPr>
          <w:szCs w:val="24"/>
        </w:rPr>
      </w:pPr>
      <w:r>
        <w:t>Audru metskond 137, Audru metskond 45, Audru metskond 63, Audru metskond 64 ja Audru metskond 35 k</w:t>
      </w:r>
      <w:r w:rsidR="00B14696">
        <w:t>innisasja</w:t>
      </w:r>
      <w:r>
        <w:t>de</w:t>
      </w:r>
      <w:r w:rsidR="00BB1CDD">
        <w:t xml:space="preserve"> </w:t>
      </w:r>
      <w:r w:rsidR="00704F36">
        <w:rPr>
          <w:szCs w:val="24"/>
        </w:rPr>
        <w:t xml:space="preserve">valitsejaks on Keskkonnaministeerium ja volitatud asutuseks </w:t>
      </w:r>
      <w:r w:rsidR="00704F36" w:rsidRPr="00ED0530">
        <w:rPr>
          <w:szCs w:val="24"/>
        </w:rPr>
        <w:t>Riigimetsa Majandamise Keskus</w:t>
      </w:r>
      <w:r w:rsidR="00704F36">
        <w:rPr>
          <w:szCs w:val="24"/>
        </w:rPr>
        <w:t xml:space="preserve">. </w:t>
      </w:r>
    </w:p>
    <w:p w:rsidR="008A6295" w:rsidRDefault="008A6295" w:rsidP="001A67C6">
      <w:pPr>
        <w:jc w:val="both"/>
      </w:pPr>
    </w:p>
    <w:p w:rsidR="00B34DA9" w:rsidRPr="00FF4EF5" w:rsidRDefault="006A0970" w:rsidP="00B34DA9">
      <w:pPr>
        <w:jc w:val="both"/>
      </w:pPr>
      <w:r w:rsidRPr="00B777FF">
        <w:t xml:space="preserve">Tulenevalt eeltoodust ja lähtudes ehitusseadustiku </w:t>
      </w:r>
      <w:r w:rsidRPr="001A67C6">
        <w:t xml:space="preserve">§ 93 lõikest 2, </w:t>
      </w:r>
      <w:r w:rsidRPr="00B777FF">
        <w:t xml:space="preserve">Vabariigi Valitsuse 09. jaanuari 2007. a määrusega nr 4 kinnitatud “Riigimetsa Majandamise Keskuse põhimääruse” § </w:t>
      </w:r>
      <w:r>
        <w:t>18</w:t>
      </w:r>
      <w:r w:rsidRPr="00B777FF">
        <w:t xml:space="preserve"> lõikest </w:t>
      </w:r>
      <w:r>
        <w:t>5</w:t>
      </w:r>
      <w:r w:rsidRPr="00B777FF">
        <w:t xml:space="preserve"> ja R</w:t>
      </w:r>
      <w:r w:rsidR="00307215">
        <w:t xml:space="preserve">iigimetsa </w:t>
      </w:r>
      <w:r w:rsidRPr="00B777FF">
        <w:t>M</w:t>
      </w:r>
      <w:r w:rsidR="00307215">
        <w:t xml:space="preserve">ajandamise </w:t>
      </w:r>
      <w:r w:rsidRPr="00B777FF">
        <w:t>K</w:t>
      </w:r>
      <w:r w:rsidR="00307215">
        <w:t>eskuse</w:t>
      </w:r>
      <w:r w:rsidRPr="00B777FF">
        <w:t xml:space="preserve"> juhatuse </w:t>
      </w:r>
      <w:r w:rsidR="003B25D1">
        <w:t>12.12.</w:t>
      </w:r>
      <w:r w:rsidR="00B34DA9" w:rsidRPr="00FF4EF5">
        <w:t>2017. a otsuse nr 1-32</w:t>
      </w:r>
      <w:r w:rsidR="00761774">
        <w:t>/</w:t>
      </w:r>
      <w:r w:rsidR="003B25D1">
        <w:t>110</w:t>
      </w:r>
      <w:r w:rsidR="00B34DA9" w:rsidRPr="00FF4EF5">
        <w:t xml:space="preserve"> „Riigimetsa Majandamise Keskuse kinnisasjade valdamise, kasutusse andmise, üleandmise ja omandamise kord“ punkti 2.</w:t>
      </w:r>
      <w:r w:rsidR="003B25D1">
        <w:t>7</w:t>
      </w:r>
      <w:r w:rsidR="00FB46B0">
        <w:t xml:space="preserve"> alusel </w:t>
      </w:r>
      <w:r w:rsidR="00B34DA9" w:rsidRPr="00FF4EF5">
        <w:t xml:space="preserve"> </w:t>
      </w:r>
    </w:p>
    <w:p w:rsidR="00B34DA9" w:rsidRDefault="00B34DA9" w:rsidP="00B34DA9">
      <w:pPr>
        <w:jc w:val="both"/>
      </w:pPr>
    </w:p>
    <w:p w:rsidR="00C427E1" w:rsidRDefault="004516B8" w:rsidP="004516B8">
      <w:pPr>
        <w:pStyle w:val="Loendilik"/>
        <w:numPr>
          <w:ilvl w:val="0"/>
          <w:numId w:val="7"/>
        </w:numPr>
        <w:jc w:val="both"/>
      </w:pPr>
      <w:r>
        <w:t xml:space="preserve">Anda </w:t>
      </w:r>
      <w:r w:rsidR="00FD2A9B">
        <w:t>Kihnu</w:t>
      </w:r>
      <w:r>
        <w:t xml:space="preserve"> valla (edaspidi nimetatud kasutaja) </w:t>
      </w:r>
      <w:r w:rsidR="00FD2A9B">
        <w:t>Kihnu</w:t>
      </w:r>
      <w:r>
        <w:t xml:space="preserve"> Vallavalitsuse (registrikood </w:t>
      </w:r>
      <w:r w:rsidR="00FD2A9B">
        <w:t>75003967</w:t>
      </w:r>
      <w:r>
        <w:t xml:space="preserve">, aadress </w:t>
      </w:r>
      <w:r w:rsidR="00FD2A9B">
        <w:t>Linaküla, Kihnu vald, 88003 Pärnu maakond</w:t>
      </w:r>
      <w:r>
        <w:t xml:space="preserve">) kaudu kasutusse </w:t>
      </w:r>
      <w:r w:rsidRPr="006243D8">
        <w:rPr>
          <w:szCs w:val="24"/>
        </w:rPr>
        <w:t>käesolevas käskkirjas ja tee avalikuks otstarbeks kasutusse andmise lepingus sätestatud tingimustel ja ulatuses</w:t>
      </w:r>
      <w:r w:rsidRPr="00862021">
        <w:t xml:space="preserve"> </w:t>
      </w:r>
      <w:r w:rsidR="00FD2A9B">
        <w:t>Pärnu</w:t>
      </w:r>
      <w:r w:rsidRPr="00862021">
        <w:t xml:space="preserve"> maakonnas </w:t>
      </w:r>
      <w:r w:rsidR="00FD2A9B">
        <w:t>Kihnu</w:t>
      </w:r>
      <w:r w:rsidRPr="00862021">
        <w:t xml:space="preserve"> vallas </w:t>
      </w:r>
      <w:r w:rsidR="00C427E1">
        <w:t>järgmised teed:</w:t>
      </w:r>
    </w:p>
    <w:p w:rsidR="00C427E1" w:rsidRDefault="00C427E1" w:rsidP="00C427E1">
      <w:pPr>
        <w:pStyle w:val="Loendilik"/>
        <w:numPr>
          <w:ilvl w:val="1"/>
          <w:numId w:val="7"/>
        </w:numPr>
        <w:jc w:val="both"/>
      </w:pPr>
      <w:proofErr w:type="spellStart"/>
      <w:r>
        <w:t>Lemsi</w:t>
      </w:r>
      <w:proofErr w:type="spellEnd"/>
      <w:r>
        <w:t xml:space="preserve"> </w:t>
      </w:r>
      <w:r w:rsidR="004516B8" w:rsidRPr="00862021">
        <w:t xml:space="preserve">külas </w:t>
      </w:r>
      <w:r w:rsidRPr="00C427E1">
        <w:rPr>
          <w:b/>
        </w:rPr>
        <w:t>Audru metskond 137</w:t>
      </w:r>
      <w:r w:rsidR="004516B8" w:rsidRPr="00862021">
        <w:t xml:space="preserve"> </w:t>
      </w:r>
      <w:r>
        <w:t xml:space="preserve">kinnisasjal </w:t>
      </w:r>
      <w:r w:rsidR="004516B8" w:rsidRPr="00862021">
        <w:t xml:space="preserve">(kinnistu registriosa nr </w:t>
      </w:r>
      <w:r>
        <w:t>4550306</w:t>
      </w:r>
      <w:r w:rsidR="004516B8" w:rsidRPr="00862021">
        <w:t xml:space="preserve">, katastritunnus </w:t>
      </w:r>
      <w:r>
        <w:t>30301:001:1012</w:t>
      </w:r>
      <w:r w:rsidR="004516B8" w:rsidRPr="00862021">
        <w:t>, riigi kinnisvararegistri kood KV</w:t>
      </w:r>
      <w:r>
        <w:t>43731</w:t>
      </w:r>
      <w:r w:rsidR="004516B8" w:rsidRPr="004516B8">
        <w:t xml:space="preserve">) asuv </w:t>
      </w:r>
      <w:r w:rsidRPr="00C427E1">
        <w:rPr>
          <w:b/>
        </w:rPr>
        <w:t>Nõmme – Aadu tee</w:t>
      </w:r>
      <w:r w:rsidR="004516B8" w:rsidRPr="00C427E1">
        <w:rPr>
          <w:b/>
        </w:rPr>
        <w:t xml:space="preserve"> </w:t>
      </w:r>
      <w:r w:rsidR="004516B8" w:rsidRPr="004516B8">
        <w:t xml:space="preserve">(nr </w:t>
      </w:r>
      <w:r>
        <w:t>3030019</w:t>
      </w:r>
      <w:r w:rsidR="004516B8" w:rsidRPr="004516B8">
        <w:t>) pikkusega</w:t>
      </w:r>
      <w:r>
        <w:t xml:space="preserve"> ligikaudu </w:t>
      </w:r>
      <w:r w:rsidR="00FB46B0">
        <w:t>103</w:t>
      </w:r>
      <w:r w:rsidR="004516B8" w:rsidRPr="004516B8">
        <w:t xml:space="preserve"> m ja laiusega </w:t>
      </w:r>
      <w:r w:rsidR="00FB46B0">
        <w:t>3,5</w:t>
      </w:r>
      <w:r w:rsidR="004516B8" w:rsidRPr="004516B8">
        <w:t xml:space="preserve"> m, kaitsevööndi suurusega </w:t>
      </w:r>
      <w:r w:rsidR="00FB46B0">
        <w:t>360,5</w:t>
      </w:r>
      <w:r w:rsidR="004516B8" w:rsidRPr="004516B8">
        <w:t xml:space="preserve"> m²</w:t>
      </w:r>
      <w:r>
        <w:t>;</w:t>
      </w:r>
    </w:p>
    <w:p w:rsidR="00C427E1" w:rsidRDefault="00C427E1" w:rsidP="00C427E1">
      <w:pPr>
        <w:pStyle w:val="Loendilik"/>
        <w:numPr>
          <w:ilvl w:val="1"/>
          <w:numId w:val="7"/>
        </w:numPr>
        <w:jc w:val="both"/>
      </w:pPr>
      <w:r>
        <w:t>Linakülas</w:t>
      </w:r>
      <w:r w:rsidRPr="00862021">
        <w:t xml:space="preserve"> </w:t>
      </w:r>
      <w:r w:rsidRPr="00C427E1">
        <w:rPr>
          <w:b/>
        </w:rPr>
        <w:t xml:space="preserve">Audru metskond </w:t>
      </w:r>
      <w:r>
        <w:rPr>
          <w:b/>
        </w:rPr>
        <w:t>45</w:t>
      </w:r>
      <w:r w:rsidRPr="00862021">
        <w:t xml:space="preserve"> </w:t>
      </w:r>
      <w:r>
        <w:t xml:space="preserve">kinnisasjal </w:t>
      </w:r>
      <w:r w:rsidRPr="00862021">
        <w:t xml:space="preserve">(kinnistu registriosa nr </w:t>
      </w:r>
      <w:r>
        <w:t>14791750</w:t>
      </w:r>
      <w:r w:rsidRPr="00862021">
        <w:t xml:space="preserve">, katastritunnus </w:t>
      </w:r>
      <w:r>
        <w:t>30301:001:0242</w:t>
      </w:r>
      <w:r w:rsidRPr="00862021">
        <w:t>, riigi kinnisvararegistri kood KV</w:t>
      </w:r>
      <w:r>
        <w:t>1892</w:t>
      </w:r>
      <w:r w:rsidRPr="004516B8">
        <w:t xml:space="preserve">) asuv </w:t>
      </w:r>
      <w:r w:rsidRPr="00C427E1">
        <w:rPr>
          <w:b/>
        </w:rPr>
        <w:t xml:space="preserve">Suigu - Kalmu tee </w:t>
      </w:r>
      <w:r w:rsidRPr="004516B8">
        <w:t xml:space="preserve">(nr </w:t>
      </w:r>
      <w:r>
        <w:t>3030028</w:t>
      </w:r>
      <w:r w:rsidRPr="004516B8">
        <w:t>) pikkusega</w:t>
      </w:r>
      <w:r>
        <w:t xml:space="preserve"> ligikaudu </w:t>
      </w:r>
      <w:r w:rsidR="00FB46B0">
        <w:t>521</w:t>
      </w:r>
      <w:r w:rsidRPr="004516B8">
        <w:t xml:space="preserve"> m ja laiusega </w:t>
      </w:r>
      <w:r w:rsidR="00FB46B0">
        <w:t xml:space="preserve">3,5 </w:t>
      </w:r>
      <w:r w:rsidRPr="004516B8">
        <w:t xml:space="preserve">m, kaitsevööndi suurusega </w:t>
      </w:r>
      <w:r w:rsidR="00515BF3">
        <w:t>18</w:t>
      </w:r>
      <w:r w:rsidR="00FB46B0">
        <w:t>23,5</w:t>
      </w:r>
      <w:r w:rsidRPr="004516B8">
        <w:t xml:space="preserve"> m²</w:t>
      </w:r>
      <w:r>
        <w:t>;</w:t>
      </w:r>
    </w:p>
    <w:p w:rsidR="00C427E1" w:rsidRDefault="00C427E1" w:rsidP="00C427E1">
      <w:pPr>
        <w:pStyle w:val="Loendilik"/>
        <w:numPr>
          <w:ilvl w:val="1"/>
          <w:numId w:val="7"/>
        </w:numPr>
        <w:jc w:val="both"/>
      </w:pPr>
      <w:r>
        <w:t>Rootsikülas</w:t>
      </w:r>
      <w:r w:rsidRPr="00862021">
        <w:t xml:space="preserve"> </w:t>
      </w:r>
      <w:r w:rsidRPr="00C427E1">
        <w:rPr>
          <w:b/>
        </w:rPr>
        <w:t xml:space="preserve">Audru metskond </w:t>
      </w:r>
      <w:r>
        <w:rPr>
          <w:b/>
        </w:rPr>
        <w:t>63</w:t>
      </w:r>
      <w:r w:rsidRPr="00862021">
        <w:t xml:space="preserve"> </w:t>
      </w:r>
      <w:r>
        <w:t xml:space="preserve">kinnisasjal </w:t>
      </w:r>
      <w:r w:rsidRPr="00862021">
        <w:t xml:space="preserve">(kinnistu registriosa nr </w:t>
      </w:r>
      <w:r>
        <w:t>4545806</w:t>
      </w:r>
      <w:r w:rsidRPr="00862021">
        <w:t xml:space="preserve">, katastritunnus </w:t>
      </w:r>
      <w:r>
        <w:t>30301:001:1048</w:t>
      </w:r>
      <w:r w:rsidRPr="00862021">
        <w:t>, riigi kinnisvararegistri kood KV</w:t>
      </w:r>
      <w:r>
        <w:t>11598</w:t>
      </w:r>
      <w:r w:rsidRPr="004516B8">
        <w:t xml:space="preserve">) asuv </w:t>
      </w:r>
      <w:r w:rsidRPr="00C427E1">
        <w:rPr>
          <w:b/>
        </w:rPr>
        <w:t xml:space="preserve">Suigu - Kalmu tee </w:t>
      </w:r>
      <w:r w:rsidRPr="004516B8">
        <w:t xml:space="preserve">(nr </w:t>
      </w:r>
      <w:r>
        <w:t>3030028</w:t>
      </w:r>
      <w:r w:rsidRPr="004516B8">
        <w:t>) pikkusega</w:t>
      </w:r>
      <w:r>
        <w:t xml:space="preserve"> ligikaudu </w:t>
      </w:r>
      <w:r w:rsidR="00FB46B0">
        <w:t>326</w:t>
      </w:r>
      <w:r w:rsidRPr="004516B8">
        <w:t xml:space="preserve"> m ja laiusega </w:t>
      </w:r>
      <w:r w:rsidR="00FB46B0">
        <w:t>3,5</w:t>
      </w:r>
      <w:r w:rsidRPr="004516B8">
        <w:t xml:space="preserve"> m, kaitsevööndi suurusega  </w:t>
      </w:r>
      <w:r w:rsidR="00515BF3">
        <w:t>11</w:t>
      </w:r>
      <w:r w:rsidR="00FB46B0">
        <w:t>41</w:t>
      </w:r>
      <w:r w:rsidR="00515BF3">
        <w:t xml:space="preserve"> </w:t>
      </w:r>
      <w:r w:rsidRPr="004516B8">
        <w:t>m²</w:t>
      </w:r>
      <w:r>
        <w:t>;</w:t>
      </w:r>
    </w:p>
    <w:p w:rsidR="00C427E1" w:rsidRDefault="00C427E1" w:rsidP="00C427E1">
      <w:pPr>
        <w:pStyle w:val="Loendilik"/>
        <w:numPr>
          <w:ilvl w:val="1"/>
          <w:numId w:val="7"/>
        </w:numPr>
        <w:jc w:val="both"/>
      </w:pPr>
      <w:r>
        <w:lastRenderedPageBreak/>
        <w:t>Rootsikülas</w:t>
      </w:r>
      <w:r w:rsidRPr="00862021">
        <w:t xml:space="preserve"> </w:t>
      </w:r>
      <w:r w:rsidRPr="00C427E1">
        <w:rPr>
          <w:b/>
        </w:rPr>
        <w:t xml:space="preserve">Audru metskond </w:t>
      </w:r>
      <w:r>
        <w:rPr>
          <w:b/>
        </w:rPr>
        <w:t>64</w:t>
      </w:r>
      <w:r w:rsidRPr="00862021">
        <w:t xml:space="preserve"> </w:t>
      </w:r>
      <w:r>
        <w:t xml:space="preserve">kinnisasjal </w:t>
      </w:r>
      <w:r w:rsidRPr="00862021">
        <w:t xml:space="preserve">(kinnistu registriosa nr </w:t>
      </w:r>
      <w:r>
        <w:t>15670250</w:t>
      </w:r>
      <w:r w:rsidRPr="00862021">
        <w:t xml:space="preserve">, katastritunnus </w:t>
      </w:r>
      <w:r>
        <w:t>30301:001:0612</w:t>
      </w:r>
      <w:r w:rsidRPr="00862021">
        <w:t>, riigi kinnisvararegistri kood KV</w:t>
      </w:r>
      <w:r>
        <w:t>1555</w:t>
      </w:r>
      <w:r w:rsidRPr="004516B8">
        <w:t xml:space="preserve">) asuv </w:t>
      </w:r>
      <w:r w:rsidR="00027A7C">
        <w:rPr>
          <w:b/>
        </w:rPr>
        <w:t>Suigu - Abaja</w:t>
      </w:r>
      <w:r w:rsidRPr="00C427E1">
        <w:rPr>
          <w:b/>
        </w:rPr>
        <w:t xml:space="preserve"> tee </w:t>
      </w:r>
      <w:r w:rsidRPr="004516B8">
        <w:t xml:space="preserve">(nr </w:t>
      </w:r>
      <w:r>
        <w:t>30300</w:t>
      </w:r>
      <w:r w:rsidR="00027A7C">
        <w:t>14</w:t>
      </w:r>
      <w:r w:rsidRPr="004516B8">
        <w:t>) pikkusega</w:t>
      </w:r>
      <w:r>
        <w:t xml:space="preserve"> ligikaudu </w:t>
      </w:r>
      <w:r w:rsidR="00027A7C">
        <w:t>5</w:t>
      </w:r>
      <w:r w:rsidR="00FB46B0">
        <w:t>47</w:t>
      </w:r>
      <w:r w:rsidRPr="004516B8">
        <w:t xml:space="preserve"> m ja laiusega </w:t>
      </w:r>
      <w:r w:rsidR="00FB46B0">
        <w:t>3,8</w:t>
      </w:r>
      <w:r w:rsidRPr="004516B8">
        <w:t xml:space="preserve"> m, kaitsevööndi suurusega</w:t>
      </w:r>
      <w:r w:rsidR="00515BF3">
        <w:t xml:space="preserve"> 2</w:t>
      </w:r>
      <w:r w:rsidR="00FB46B0">
        <w:t>078,6</w:t>
      </w:r>
      <w:r w:rsidRPr="004516B8">
        <w:t xml:space="preserve"> m²</w:t>
      </w:r>
      <w:r>
        <w:t>;</w:t>
      </w:r>
    </w:p>
    <w:p w:rsidR="00C427E1" w:rsidRDefault="00C427E1" w:rsidP="00C427E1">
      <w:pPr>
        <w:pStyle w:val="Loendilik"/>
        <w:numPr>
          <w:ilvl w:val="1"/>
          <w:numId w:val="7"/>
        </w:numPr>
        <w:jc w:val="both"/>
      </w:pPr>
      <w:r>
        <w:t>Linakülas</w:t>
      </w:r>
      <w:r w:rsidRPr="00862021">
        <w:t xml:space="preserve"> </w:t>
      </w:r>
      <w:r w:rsidRPr="00C427E1">
        <w:rPr>
          <w:b/>
        </w:rPr>
        <w:t xml:space="preserve">Audru metskond </w:t>
      </w:r>
      <w:r w:rsidR="00027A7C">
        <w:rPr>
          <w:b/>
        </w:rPr>
        <w:t>3</w:t>
      </w:r>
      <w:r>
        <w:rPr>
          <w:b/>
        </w:rPr>
        <w:t>5</w:t>
      </w:r>
      <w:r w:rsidRPr="00862021">
        <w:t xml:space="preserve"> </w:t>
      </w:r>
      <w:r>
        <w:t xml:space="preserve">kinnisasjal </w:t>
      </w:r>
      <w:r w:rsidRPr="00862021">
        <w:t xml:space="preserve">(kinnistu registriosa nr </w:t>
      </w:r>
      <w:r w:rsidR="00027A7C">
        <w:t>3538250</w:t>
      </w:r>
      <w:r w:rsidRPr="00862021">
        <w:t xml:space="preserve">, katastritunnus </w:t>
      </w:r>
      <w:r>
        <w:t>30301:001:02</w:t>
      </w:r>
      <w:r w:rsidR="00027A7C">
        <w:t>38</w:t>
      </w:r>
      <w:r w:rsidRPr="00862021">
        <w:t>, riigi kinnisvararegistri kood KV</w:t>
      </w:r>
      <w:r w:rsidR="00027A7C">
        <w:t>9625</w:t>
      </w:r>
      <w:r w:rsidRPr="004516B8">
        <w:t xml:space="preserve">) asuv </w:t>
      </w:r>
      <w:r w:rsidR="00027A7C">
        <w:rPr>
          <w:b/>
        </w:rPr>
        <w:t>Haigla - Järve</w:t>
      </w:r>
      <w:r w:rsidRPr="00C427E1">
        <w:rPr>
          <w:b/>
        </w:rPr>
        <w:t xml:space="preserve"> tee </w:t>
      </w:r>
      <w:r w:rsidRPr="004516B8">
        <w:t xml:space="preserve">(nr </w:t>
      </w:r>
      <w:r>
        <w:t>30300</w:t>
      </w:r>
      <w:r w:rsidR="00027A7C">
        <w:t>12</w:t>
      </w:r>
      <w:r w:rsidRPr="004516B8">
        <w:t>) pikkusega</w:t>
      </w:r>
      <w:r>
        <w:t xml:space="preserve"> ligikaudu </w:t>
      </w:r>
      <w:r w:rsidR="00166B2C">
        <w:t>563</w:t>
      </w:r>
      <w:r w:rsidRPr="004516B8">
        <w:t xml:space="preserve"> m ja laiusega </w:t>
      </w:r>
      <w:r w:rsidR="00166B2C">
        <w:t>3,5</w:t>
      </w:r>
      <w:r w:rsidRPr="004516B8">
        <w:t xml:space="preserve"> m, kaitsevööndi suurusega</w:t>
      </w:r>
      <w:r w:rsidR="00166B2C">
        <w:t xml:space="preserve"> 1970,5</w:t>
      </w:r>
      <w:r w:rsidRPr="004516B8">
        <w:t xml:space="preserve"> m²</w:t>
      </w:r>
      <w:r>
        <w:t>;</w:t>
      </w:r>
    </w:p>
    <w:p w:rsidR="00C427E1" w:rsidRDefault="00027A7C" w:rsidP="00E461AF">
      <w:pPr>
        <w:pStyle w:val="Loendilik"/>
        <w:numPr>
          <w:ilvl w:val="1"/>
          <w:numId w:val="7"/>
        </w:numPr>
        <w:jc w:val="both"/>
      </w:pPr>
      <w:r>
        <w:t>Linakülas</w:t>
      </w:r>
      <w:r w:rsidRPr="00862021">
        <w:t xml:space="preserve"> </w:t>
      </w:r>
      <w:r w:rsidRPr="00216A8E">
        <w:rPr>
          <w:b/>
        </w:rPr>
        <w:t>Audru metskond 35</w:t>
      </w:r>
      <w:r w:rsidRPr="00862021">
        <w:t xml:space="preserve"> </w:t>
      </w:r>
      <w:r>
        <w:t xml:space="preserve">kinnisasjal </w:t>
      </w:r>
      <w:r w:rsidRPr="00862021">
        <w:t xml:space="preserve">(kinnistu registriosa nr </w:t>
      </w:r>
      <w:r>
        <w:t>3538250</w:t>
      </w:r>
      <w:r w:rsidRPr="00862021">
        <w:t xml:space="preserve">, katastritunnus </w:t>
      </w:r>
      <w:r>
        <w:t>30301:001:0238</w:t>
      </w:r>
      <w:r w:rsidRPr="00862021">
        <w:t>, riigi kinnisvararegistri kood KV</w:t>
      </w:r>
      <w:r>
        <w:t>9625</w:t>
      </w:r>
      <w:r w:rsidRPr="004516B8">
        <w:t xml:space="preserve">) asuv </w:t>
      </w:r>
      <w:r w:rsidRPr="00216A8E">
        <w:rPr>
          <w:b/>
        </w:rPr>
        <w:t xml:space="preserve">Pritsu - Palu tee </w:t>
      </w:r>
      <w:r w:rsidRPr="004516B8">
        <w:t xml:space="preserve">(nr </w:t>
      </w:r>
      <w:r>
        <w:t>30300</w:t>
      </w:r>
      <w:r w:rsidR="00216A8E">
        <w:t>26</w:t>
      </w:r>
      <w:r w:rsidRPr="004516B8">
        <w:t>) pikkusega</w:t>
      </w:r>
      <w:r>
        <w:t xml:space="preserve"> ligikaudu </w:t>
      </w:r>
      <w:r w:rsidR="00166B2C">
        <w:t>219</w:t>
      </w:r>
      <w:r w:rsidRPr="004516B8">
        <w:t xml:space="preserve"> m ja laiusega </w:t>
      </w:r>
      <w:r w:rsidR="00166B2C">
        <w:t>3</w:t>
      </w:r>
      <w:r w:rsidRPr="004516B8">
        <w:t xml:space="preserve"> m, kaitsevööndi suurusega </w:t>
      </w:r>
      <w:r w:rsidR="00166B2C">
        <w:t>657</w:t>
      </w:r>
      <w:r w:rsidRPr="004516B8">
        <w:t xml:space="preserve"> m²</w:t>
      </w:r>
      <w:r w:rsidR="00216A8E">
        <w:t>.</w:t>
      </w:r>
    </w:p>
    <w:p w:rsidR="0092786B" w:rsidRPr="001A67C6" w:rsidRDefault="0092786B" w:rsidP="0092786B">
      <w:pPr>
        <w:numPr>
          <w:ilvl w:val="0"/>
          <w:numId w:val="7"/>
        </w:numPr>
        <w:jc w:val="both"/>
      </w:pPr>
      <w:r w:rsidRPr="001A67C6">
        <w:t>Määrata kasutusse antav</w:t>
      </w:r>
      <w:r w:rsidR="003046FF">
        <w:t>ad</w:t>
      </w:r>
      <w:r w:rsidRPr="001A67C6">
        <w:t xml:space="preserve"> metsatee</w:t>
      </w:r>
      <w:r w:rsidR="003046FF">
        <w:t>d</w:t>
      </w:r>
      <w:r w:rsidRPr="001A67C6">
        <w:t xml:space="preserve"> ja </w:t>
      </w:r>
      <w:r w:rsidR="003046FF">
        <w:t>nende</w:t>
      </w:r>
      <w:r w:rsidRPr="001A67C6">
        <w:t xml:space="preserve"> kasutamise tähtaeg järgmiselt: </w:t>
      </w:r>
    </w:p>
    <w:p w:rsidR="0092786B" w:rsidRDefault="0092786B" w:rsidP="005A0047">
      <w:pPr>
        <w:pStyle w:val="Loendilik"/>
        <w:numPr>
          <w:ilvl w:val="1"/>
          <w:numId w:val="7"/>
        </w:numPr>
        <w:tabs>
          <w:tab w:val="clear" w:pos="792"/>
          <w:tab w:val="num" w:pos="426"/>
        </w:tabs>
        <w:ind w:hanging="792"/>
        <w:jc w:val="both"/>
      </w:pPr>
      <w:r w:rsidRPr="000239EF">
        <w:t>tee</w:t>
      </w:r>
      <w:r w:rsidR="003046FF">
        <w:t>d</w:t>
      </w:r>
      <w:r>
        <w:t xml:space="preserve"> anda kasutusse avalikuks otstarbeks;</w:t>
      </w:r>
    </w:p>
    <w:p w:rsidR="0092786B" w:rsidRPr="0066259C" w:rsidRDefault="0092786B" w:rsidP="0092786B">
      <w:pPr>
        <w:pStyle w:val="Taandegakehatekst"/>
        <w:numPr>
          <w:ilvl w:val="1"/>
          <w:numId w:val="8"/>
        </w:numPr>
        <w:spacing w:after="0"/>
        <w:ind w:left="426" w:hanging="426"/>
        <w:jc w:val="both"/>
      </w:pPr>
      <w:r w:rsidRPr="001F2937">
        <w:t xml:space="preserve">tee anda kasutusse tasuta ja tähtajaga </w:t>
      </w:r>
      <w:r w:rsidR="00AB2AC7">
        <w:t>5</w:t>
      </w:r>
      <w:r w:rsidR="001F2937">
        <w:t xml:space="preserve"> </w:t>
      </w:r>
      <w:r w:rsidRPr="001F2937">
        <w:t>(</w:t>
      </w:r>
      <w:r w:rsidR="00AB2AC7">
        <w:t>viis</w:t>
      </w:r>
      <w:r w:rsidRPr="001F2937">
        <w:t xml:space="preserve">) aastat. </w:t>
      </w:r>
      <w:r w:rsidRPr="0009555B">
        <w:rPr>
          <w:szCs w:val="18"/>
        </w:rPr>
        <w:t xml:space="preserve">Kui üks lepingu pooltest ei ole hiljemalt 1 (üks) kuu enne lepingu lõppemist saatnud teisele lepingu poolele kirjalikku ettepanekut lepingu lõpetamiseks, pikeneb leping automaatselt järgnevaks </w:t>
      </w:r>
      <w:r w:rsidR="001F2937" w:rsidRPr="0009555B">
        <w:rPr>
          <w:szCs w:val="18"/>
        </w:rPr>
        <w:t>3</w:t>
      </w:r>
      <w:r w:rsidRPr="0009555B">
        <w:rPr>
          <w:szCs w:val="18"/>
        </w:rPr>
        <w:t xml:space="preserve"> (</w:t>
      </w:r>
      <w:r w:rsidR="001F2937" w:rsidRPr="0009555B">
        <w:rPr>
          <w:szCs w:val="18"/>
        </w:rPr>
        <w:t>kolme</w:t>
      </w:r>
      <w:r w:rsidRPr="0009555B">
        <w:rPr>
          <w:szCs w:val="18"/>
        </w:rPr>
        <w:t xml:space="preserve">) aastaseks perioodiks. Analoogset lepingu pikenemise põhimõtet ei kohaldata järgnevate </w:t>
      </w:r>
      <w:r w:rsidR="001F2937" w:rsidRPr="0009555B">
        <w:rPr>
          <w:szCs w:val="18"/>
        </w:rPr>
        <w:t>3</w:t>
      </w:r>
      <w:r w:rsidRPr="0009555B">
        <w:rPr>
          <w:szCs w:val="18"/>
        </w:rPr>
        <w:t xml:space="preserve"> (</w:t>
      </w:r>
      <w:r w:rsidR="001F2937" w:rsidRPr="0009555B">
        <w:rPr>
          <w:szCs w:val="18"/>
        </w:rPr>
        <w:t>kolme</w:t>
      </w:r>
      <w:r w:rsidRPr="0009555B">
        <w:rPr>
          <w:szCs w:val="18"/>
        </w:rPr>
        <w:t>) aastaste perioodide osas.</w:t>
      </w:r>
    </w:p>
    <w:p w:rsidR="0010686D" w:rsidRPr="00166B2C" w:rsidRDefault="0092786B" w:rsidP="006A4FE7">
      <w:pPr>
        <w:numPr>
          <w:ilvl w:val="0"/>
          <w:numId w:val="8"/>
        </w:numPr>
        <w:jc w:val="both"/>
        <w:rPr>
          <w:szCs w:val="24"/>
        </w:rPr>
      </w:pPr>
      <w:r w:rsidRPr="001A67C6">
        <w:t xml:space="preserve">RMK </w:t>
      </w:r>
      <w:r w:rsidR="006030B8">
        <w:t xml:space="preserve">metsaosakonna </w:t>
      </w:r>
      <w:r w:rsidR="00216A8E">
        <w:t>Vändra</w:t>
      </w:r>
      <w:r w:rsidRPr="001A67C6">
        <w:t xml:space="preserve"> metsaülemal sõlmida tulenevalt käesoleva käskkirja punktidest 1 ja 2 DHS-is vormide sarjas asuva vormi kohane metsatee avalikuks kasutusse andmise leping. </w:t>
      </w:r>
    </w:p>
    <w:p w:rsidR="00166B2C" w:rsidRPr="00166B2C" w:rsidRDefault="00166B2C" w:rsidP="0031165E">
      <w:pPr>
        <w:pStyle w:val="Loendilik"/>
        <w:numPr>
          <w:ilvl w:val="0"/>
          <w:numId w:val="8"/>
        </w:numPr>
        <w:jc w:val="both"/>
        <w:rPr>
          <w:szCs w:val="24"/>
        </w:rPr>
      </w:pPr>
      <w:r w:rsidRPr="00166B2C">
        <w:t xml:space="preserve">T u n </w:t>
      </w:r>
      <w:proofErr w:type="spellStart"/>
      <w:r w:rsidRPr="00166B2C">
        <w:t>n</w:t>
      </w:r>
      <w:proofErr w:type="spellEnd"/>
      <w:r w:rsidRPr="00166B2C">
        <w:t xml:space="preserve"> i s t a d a kehtetuks </w:t>
      </w:r>
      <w:r w:rsidRPr="00166B2C">
        <w:t xml:space="preserve">metsaosakonna peametsaülema 05.03.2020 käskkirja nr 1-5/6 „Nõmme-Aadu, Suigu-Kalmu, Suigu-Abaja, </w:t>
      </w:r>
      <w:proofErr w:type="spellStart"/>
      <w:r w:rsidRPr="00166B2C">
        <w:t>Haigla-Järve</w:t>
      </w:r>
      <w:proofErr w:type="spellEnd"/>
      <w:r w:rsidRPr="00166B2C">
        <w:t xml:space="preserve"> ja Pritsu-Palu</w:t>
      </w:r>
      <w:r w:rsidRPr="00166B2C">
        <w:t xml:space="preserve"> </w:t>
      </w:r>
      <w:r w:rsidRPr="00166B2C">
        <w:t>teede kasutusse andmine“</w:t>
      </w:r>
      <w:r>
        <w:t>.</w:t>
      </w:r>
    </w:p>
    <w:p w:rsidR="000239EF" w:rsidRDefault="000239EF" w:rsidP="000239EF">
      <w:pPr>
        <w:jc w:val="both"/>
      </w:pPr>
    </w:p>
    <w:p w:rsidR="000239EF" w:rsidRPr="0009555B" w:rsidRDefault="000239EF" w:rsidP="000239EF">
      <w:pPr>
        <w:jc w:val="both"/>
        <w:rPr>
          <w:szCs w:val="24"/>
        </w:rPr>
      </w:pPr>
    </w:p>
    <w:p w:rsidR="00166B2C" w:rsidRDefault="00166B2C" w:rsidP="006A4FE7">
      <w:pPr>
        <w:jc w:val="both"/>
        <w:rPr>
          <w:szCs w:val="24"/>
        </w:rPr>
      </w:pPr>
    </w:p>
    <w:p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:rsidR="00F741B4" w:rsidRDefault="00F741B4" w:rsidP="006A4FE7">
      <w:pPr>
        <w:jc w:val="both"/>
        <w:rPr>
          <w:szCs w:val="24"/>
        </w:rPr>
      </w:pPr>
    </w:p>
    <w:p w:rsidR="00166B2C" w:rsidRDefault="00166B2C" w:rsidP="00F741B4"/>
    <w:p w:rsidR="00F741B4" w:rsidRDefault="00586E92" w:rsidP="00F741B4">
      <w:r>
        <w:t>Andres Sepp</w:t>
      </w:r>
    </w:p>
    <w:p w:rsidR="00F741B4" w:rsidRDefault="00586E92" w:rsidP="00F741B4">
      <w:r>
        <w:t>Peametsaülem</w:t>
      </w:r>
    </w:p>
    <w:p w:rsidR="00F741B4" w:rsidRDefault="00F741B4" w:rsidP="00F741B4"/>
    <w:p w:rsidR="000239EF" w:rsidRDefault="000239EF" w:rsidP="00F741B4">
      <w:pPr>
        <w:jc w:val="both"/>
      </w:pPr>
    </w:p>
    <w:p w:rsidR="00166B2C" w:rsidRDefault="00166B2C" w:rsidP="00F741B4">
      <w:pPr>
        <w:jc w:val="both"/>
      </w:pPr>
    </w:p>
    <w:p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216A8E">
        <w:t xml:space="preserve">Aliis Kevvai, Malle </w:t>
      </w:r>
      <w:proofErr w:type="spellStart"/>
      <w:r w:rsidR="00216A8E">
        <w:t>Viiburg</w:t>
      </w:r>
      <w:proofErr w:type="spellEnd"/>
      <w:r>
        <w:t xml:space="preserve">, Urve Jõgi, </w:t>
      </w:r>
      <w:r w:rsidR="003B490A">
        <w:t>Terje Edur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A7C" w:rsidRDefault="00027A7C">
      <w:r>
        <w:separator/>
      </w:r>
    </w:p>
  </w:endnote>
  <w:endnote w:type="continuationSeparator" w:id="0">
    <w:p w:rsidR="00027A7C" w:rsidRDefault="0002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Time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7C" w:rsidRDefault="00027A7C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7C" w:rsidRDefault="00027A7C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7C" w:rsidRDefault="00027A7C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A7C" w:rsidRDefault="00027A7C">
      <w:r>
        <w:separator/>
      </w:r>
    </w:p>
  </w:footnote>
  <w:footnote w:type="continuationSeparator" w:id="0">
    <w:p w:rsidR="00027A7C" w:rsidRDefault="0002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7C" w:rsidRDefault="00027A7C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54CDD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7C" w:rsidRDefault="00027A7C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A7C" w:rsidRDefault="00027A7C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72"/>
    <w:rsid w:val="00012CFC"/>
    <w:rsid w:val="0002277B"/>
    <w:rsid w:val="000239EF"/>
    <w:rsid w:val="000242CA"/>
    <w:rsid w:val="00027A7C"/>
    <w:rsid w:val="000303D6"/>
    <w:rsid w:val="00033349"/>
    <w:rsid w:val="00036F9F"/>
    <w:rsid w:val="00053ED9"/>
    <w:rsid w:val="00062018"/>
    <w:rsid w:val="000671B2"/>
    <w:rsid w:val="00090B4D"/>
    <w:rsid w:val="0009555B"/>
    <w:rsid w:val="000B0F0B"/>
    <w:rsid w:val="000C47E7"/>
    <w:rsid w:val="000D209D"/>
    <w:rsid w:val="000E4B9F"/>
    <w:rsid w:val="000F4DB2"/>
    <w:rsid w:val="000F53CF"/>
    <w:rsid w:val="000F56FE"/>
    <w:rsid w:val="00103433"/>
    <w:rsid w:val="0010686D"/>
    <w:rsid w:val="00133076"/>
    <w:rsid w:val="001363D9"/>
    <w:rsid w:val="00144546"/>
    <w:rsid w:val="0015034B"/>
    <w:rsid w:val="0015261E"/>
    <w:rsid w:val="00154CDD"/>
    <w:rsid w:val="001562E2"/>
    <w:rsid w:val="00156FB6"/>
    <w:rsid w:val="00166B2C"/>
    <w:rsid w:val="00170A57"/>
    <w:rsid w:val="001811CF"/>
    <w:rsid w:val="001846B6"/>
    <w:rsid w:val="001A67C6"/>
    <w:rsid w:val="001C3F10"/>
    <w:rsid w:val="001E2855"/>
    <w:rsid w:val="001E7656"/>
    <w:rsid w:val="001F2937"/>
    <w:rsid w:val="00216A8E"/>
    <w:rsid w:val="002331D9"/>
    <w:rsid w:val="0025433F"/>
    <w:rsid w:val="00261E4E"/>
    <w:rsid w:val="00275016"/>
    <w:rsid w:val="00292312"/>
    <w:rsid w:val="00293514"/>
    <w:rsid w:val="0029654E"/>
    <w:rsid w:val="002A0C39"/>
    <w:rsid w:val="002A789C"/>
    <w:rsid w:val="002D024D"/>
    <w:rsid w:val="002E665D"/>
    <w:rsid w:val="003038C8"/>
    <w:rsid w:val="003046FF"/>
    <w:rsid w:val="00307215"/>
    <w:rsid w:val="003151FA"/>
    <w:rsid w:val="0031690E"/>
    <w:rsid w:val="00321165"/>
    <w:rsid w:val="003252E7"/>
    <w:rsid w:val="00330D03"/>
    <w:rsid w:val="00340F53"/>
    <w:rsid w:val="0034555F"/>
    <w:rsid w:val="00350EC6"/>
    <w:rsid w:val="0036386B"/>
    <w:rsid w:val="00365669"/>
    <w:rsid w:val="003713BF"/>
    <w:rsid w:val="003754A3"/>
    <w:rsid w:val="003866F8"/>
    <w:rsid w:val="00394117"/>
    <w:rsid w:val="003B25D1"/>
    <w:rsid w:val="003B490A"/>
    <w:rsid w:val="003C7AFC"/>
    <w:rsid w:val="003D36E5"/>
    <w:rsid w:val="003E2457"/>
    <w:rsid w:val="003E30D8"/>
    <w:rsid w:val="0043445B"/>
    <w:rsid w:val="0044081D"/>
    <w:rsid w:val="004516B8"/>
    <w:rsid w:val="00463DFF"/>
    <w:rsid w:val="00476B99"/>
    <w:rsid w:val="004C12A8"/>
    <w:rsid w:val="004C1373"/>
    <w:rsid w:val="004D21D2"/>
    <w:rsid w:val="004E0AD9"/>
    <w:rsid w:val="004E182D"/>
    <w:rsid w:val="004E3574"/>
    <w:rsid w:val="004F64CD"/>
    <w:rsid w:val="00511C02"/>
    <w:rsid w:val="00515BF3"/>
    <w:rsid w:val="00535790"/>
    <w:rsid w:val="00536410"/>
    <w:rsid w:val="005372BE"/>
    <w:rsid w:val="00572677"/>
    <w:rsid w:val="00580D00"/>
    <w:rsid w:val="00586E92"/>
    <w:rsid w:val="0059485C"/>
    <w:rsid w:val="00596E4B"/>
    <w:rsid w:val="005A0047"/>
    <w:rsid w:val="005A163A"/>
    <w:rsid w:val="005A2472"/>
    <w:rsid w:val="005B39CA"/>
    <w:rsid w:val="005E247E"/>
    <w:rsid w:val="006030B8"/>
    <w:rsid w:val="0060482F"/>
    <w:rsid w:val="006243D8"/>
    <w:rsid w:val="00654CFC"/>
    <w:rsid w:val="0066259C"/>
    <w:rsid w:val="00671D56"/>
    <w:rsid w:val="00690723"/>
    <w:rsid w:val="006A0970"/>
    <w:rsid w:val="006A4AEC"/>
    <w:rsid w:val="006A4FE7"/>
    <w:rsid w:val="006C24F2"/>
    <w:rsid w:val="006D015A"/>
    <w:rsid w:val="006D5EBC"/>
    <w:rsid w:val="006E1C15"/>
    <w:rsid w:val="006E4D31"/>
    <w:rsid w:val="006F132E"/>
    <w:rsid w:val="006F29B1"/>
    <w:rsid w:val="00704F36"/>
    <w:rsid w:val="007221A5"/>
    <w:rsid w:val="00745CA1"/>
    <w:rsid w:val="00751063"/>
    <w:rsid w:val="00751100"/>
    <w:rsid w:val="007525FF"/>
    <w:rsid w:val="0075754E"/>
    <w:rsid w:val="00761774"/>
    <w:rsid w:val="00776607"/>
    <w:rsid w:val="0077795B"/>
    <w:rsid w:val="00786751"/>
    <w:rsid w:val="007953DE"/>
    <w:rsid w:val="00797DCC"/>
    <w:rsid w:val="007C33CB"/>
    <w:rsid w:val="007C7724"/>
    <w:rsid w:val="007D050B"/>
    <w:rsid w:val="007E699D"/>
    <w:rsid w:val="0080486E"/>
    <w:rsid w:val="00804DD5"/>
    <w:rsid w:val="008074D9"/>
    <w:rsid w:val="00813239"/>
    <w:rsid w:val="008451FA"/>
    <w:rsid w:val="00861197"/>
    <w:rsid w:val="00862021"/>
    <w:rsid w:val="00867CEA"/>
    <w:rsid w:val="008725B8"/>
    <w:rsid w:val="008906AA"/>
    <w:rsid w:val="008A0366"/>
    <w:rsid w:val="008A6295"/>
    <w:rsid w:val="008C5602"/>
    <w:rsid w:val="008D252D"/>
    <w:rsid w:val="008E3323"/>
    <w:rsid w:val="008F1CF2"/>
    <w:rsid w:val="008F69BD"/>
    <w:rsid w:val="009102A9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355A"/>
    <w:rsid w:val="009A6144"/>
    <w:rsid w:val="009B4485"/>
    <w:rsid w:val="009D1922"/>
    <w:rsid w:val="009D2626"/>
    <w:rsid w:val="009D62EA"/>
    <w:rsid w:val="009E6E63"/>
    <w:rsid w:val="009F4E42"/>
    <w:rsid w:val="009F73D2"/>
    <w:rsid w:val="00A1474E"/>
    <w:rsid w:val="00A16B93"/>
    <w:rsid w:val="00A56847"/>
    <w:rsid w:val="00A601E5"/>
    <w:rsid w:val="00A63B83"/>
    <w:rsid w:val="00A6445A"/>
    <w:rsid w:val="00A668E4"/>
    <w:rsid w:val="00A738EE"/>
    <w:rsid w:val="00A73B3C"/>
    <w:rsid w:val="00A86492"/>
    <w:rsid w:val="00AB2AC7"/>
    <w:rsid w:val="00AB6568"/>
    <w:rsid w:val="00AE723C"/>
    <w:rsid w:val="00B039F2"/>
    <w:rsid w:val="00B03E0C"/>
    <w:rsid w:val="00B13A14"/>
    <w:rsid w:val="00B14696"/>
    <w:rsid w:val="00B23E37"/>
    <w:rsid w:val="00B3204F"/>
    <w:rsid w:val="00B34DA9"/>
    <w:rsid w:val="00B505A8"/>
    <w:rsid w:val="00B505C4"/>
    <w:rsid w:val="00B57508"/>
    <w:rsid w:val="00B800BE"/>
    <w:rsid w:val="00B80DB5"/>
    <w:rsid w:val="00BB1CDD"/>
    <w:rsid w:val="00BB58B6"/>
    <w:rsid w:val="00BD5A76"/>
    <w:rsid w:val="00BE6447"/>
    <w:rsid w:val="00BE6C8A"/>
    <w:rsid w:val="00C01279"/>
    <w:rsid w:val="00C0514F"/>
    <w:rsid w:val="00C15B43"/>
    <w:rsid w:val="00C372F6"/>
    <w:rsid w:val="00C40CF2"/>
    <w:rsid w:val="00C427E1"/>
    <w:rsid w:val="00C670EA"/>
    <w:rsid w:val="00C723EE"/>
    <w:rsid w:val="00C779F6"/>
    <w:rsid w:val="00C866B2"/>
    <w:rsid w:val="00CA2450"/>
    <w:rsid w:val="00CB55F7"/>
    <w:rsid w:val="00CB61DB"/>
    <w:rsid w:val="00CC0AEC"/>
    <w:rsid w:val="00CC692D"/>
    <w:rsid w:val="00CC7C8F"/>
    <w:rsid w:val="00CD5E21"/>
    <w:rsid w:val="00D03AE1"/>
    <w:rsid w:val="00D070AA"/>
    <w:rsid w:val="00D11100"/>
    <w:rsid w:val="00D17304"/>
    <w:rsid w:val="00D237B8"/>
    <w:rsid w:val="00D36AE8"/>
    <w:rsid w:val="00D63165"/>
    <w:rsid w:val="00D638ED"/>
    <w:rsid w:val="00D733A2"/>
    <w:rsid w:val="00D74E84"/>
    <w:rsid w:val="00D86659"/>
    <w:rsid w:val="00D911D9"/>
    <w:rsid w:val="00DA649E"/>
    <w:rsid w:val="00DB358F"/>
    <w:rsid w:val="00DB7351"/>
    <w:rsid w:val="00DC2DC9"/>
    <w:rsid w:val="00DC4911"/>
    <w:rsid w:val="00DC4C49"/>
    <w:rsid w:val="00DC68E0"/>
    <w:rsid w:val="00DD153F"/>
    <w:rsid w:val="00DD2FD3"/>
    <w:rsid w:val="00DD662C"/>
    <w:rsid w:val="00DF1136"/>
    <w:rsid w:val="00E1110A"/>
    <w:rsid w:val="00E11898"/>
    <w:rsid w:val="00E129BC"/>
    <w:rsid w:val="00E16A71"/>
    <w:rsid w:val="00E33C04"/>
    <w:rsid w:val="00E5611E"/>
    <w:rsid w:val="00E62983"/>
    <w:rsid w:val="00E63EEF"/>
    <w:rsid w:val="00E725D6"/>
    <w:rsid w:val="00EA3CB0"/>
    <w:rsid w:val="00EA4C9F"/>
    <w:rsid w:val="00EC6BBB"/>
    <w:rsid w:val="00ED236C"/>
    <w:rsid w:val="00ED4AFA"/>
    <w:rsid w:val="00ED5953"/>
    <w:rsid w:val="00EE0165"/>
    <w:rsid w:val="00EE4107"/>
    <w:rsid w:val="00EF6FEF"/>
    <w:rsid w:val="00F158E9"/>
    <w:rsid w:val="00F201C4"/>
    <w:rsid w:val="00F415F2"/>
    <w:rsid w:val="00F535B9"/>
    <w:rsid w:val="00F62621"/>
    <w:rsid w:val="00F66034"/>
    <w:rsid w:val="00F707E5"/>
    <w:rsid w:val="00F70C91"/>
    <w:rsid w:val="00F73DA0"/>
    <w:rsid w:val="00F741B4"/>
    <w:rsid w:val="00F82FF0"/>
    <w:rsid w:val="00FB46B0"/>
    <w:rsid w:val="00FD2A9B"/>
    <w:rsid w:val="00FD2F91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9346F6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</Template>
  <TotalTime>335</TotalTime>
  <Pages>2</Pages>
  <Words>651</Words>
  <Characters>3782</Characters>
  <Application>Microsoft Office Word</Application>
  <DocSecurity>0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User</dc:creator>
  <dc:description>Ver 2.0, 01.2013</dc:description>
  <cp:lastModifiedBy>Urve Jõgi</cp:lastModifiedBy>
  <cp:revision>9</cp:revision>
  <cp:lastPrinted>2020-07-01T08:08:00Z</cp:lastPrinted>
  <dcterms:created xsi:type="dcterms:W3CDTF">2020-02-17T07:51:00Z</dcterms:created>
  <dcterms:modified xsi:type="dcterms:W3CDTF">2020-07-01T12:18:00Z</dcterms:modified>
</cp:coreProperties>
</file>